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6A12384-78F5-4DC5-B9D7-CCB0F1749BF3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